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0A36FF-A318-4451-A150-E5C34C8B0146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